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1A69A3"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[Vali kuupäev]</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39AC8909" w:rsidR="00B94694" w:rsidRPr="00C94F51" w:rsidRDefault="00155339" w:rsidP="00FA6E84">
      <w:pPr>
        <w:jc w:val="both"/>
        <w:rPr>
          <w:spacing w:val="0"/>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5756F7">
        <w:rPr>
          <w:spacing w:val="0"/>
        </w:rPr>
        <w:t>väike</w:t>
      </w:r>
      <w:r w:rsidR="003265BD">
        <w:rPr>
          <w:spacing w:val="0"/>
        </w:rPr>
        <w:t>hanke „</w:t>
      </w:r>
      <w:r w:rsidR="00F7510F">
        <w:rPr>
          <w:spacing w:val="0"/>
        </w:rPr>
        <w:t xml:space="preserve">RMK </w:t>
      </w:r>
      <w:r w:rsidR="003C2961">
        <w:rPr>
          <w:spacing w:val="0"/>
        </w:rPr>
        <w:t>Tänavjärve</w:t>
      </w:r>
      <w:r w:rsidR="00C53A3E">
        <w:rPr>
          <w:spacing w:val="0"/>
        </w:rPr>
        <w:t xml:space="preserve"> </w:t>
      </w:r>
      <w:r w:rsidR="0006601A" w:rsidRPr="0006601A">
        <w:rPr>
          <w:spacing w:val="0"/>
        </w:rPr>
        <w:t xml:space="preserve">lõkkekoha </w:t>
      </w:r>
      <w:r w:rsidR="003C2961">
        <w:rPr>
          <w:spacing w:val="0"/>
        </w:rPr>
        <w:t xml:space="preserve">külastustaristu </w:t>
      </w:r>
      <w:r w:rsidR="0006601A" w:rsidRPr="0006601A">
        <w:rPr>
          <w:spacing w:val="0"/>
        </w:rPr>
        <w:t>rekonstrueerimine</w:t>
      </w:r>
      <w:r w:rsidR="003265BD" w:rsidRPr="005756F7">
        <w:rPr>
          <w:spacing w:val="0"/>
        </w:rPr>
        <w:t>“ (DHS</w:t>
      </w:r>
      <w:r w:rsidR="001950D6" w:rsidRPr="005756F7">
        <w:rPr>
          <w:spacing w:val="0"/>
        </w:rPr>
        <w:t xml:space="preserve"> nr 1-47</w:t>
      </w:r>
      <w:r w:rsidR="00310542" w:rsidRPr="005756F7">
        <w:rPr>
          <w:spacing w:val="0"/>
        </w:rPr>
        <w:t>/</w:t>
      </w:r>
      <w:r w:rsidR="005756F7" w:rsidRPr="005756F7">
        <w:rPr>
          <w:spacing w:val="0"/>
        </w:rPr>
        <w:t>2855</w:t>
      </w:r>
      <w:r w:rsidR="003265BD" w:rsidRPr="005756F7">
        <w:rPr>
          <w:spacing w:val="0"/>
        </w:rPr>
        <w:t>,</w:t>
      </w:r>
      <w:r w:rsidR="001950D6" w:rsidRPr="005756F7">
        <w:rPr>
          <w:spacing w:val="0"/>
        </w:rPr>
        <w:t xml:space="preserve"> (viitenumber </w:t>
      </w:r>
      <w:r w:rsidR="005756F7" w:rsidRPr="005756F7">
        <w:rPr>
          <w:spacing w:val="0"/>
        </w:rPr>
        <w:t>265029</w:t>
      </w:r>
      <w:r w:rsidR="001950D6" w:rsidRPr="005756F7">
        <w:rPr>
          <w:spacing w:val="0"/>
        </w:rPr>
        <w:t>) tulemusena</w:t>
      </w:r>
      <w:r w:rsidR="001950D6" w:rsidRPr="00C94F51">
        <w:rPr>
          <w:spacing w:val="0"/>
        </w:rPr>
        <w:t xml:space="preserve"> </w:t>
      </w:r>
      <w:r w:rsidR="00B94694" w:rsidRPr="00C94F51">
        <w:rPr>
          <w:spacing w:val="0"/>
        </w:rPr>
        <w:t>all</w:t>
      </w:r>
      <w:r w:rsidR="008D247D" w:rsidRPr="00C94F51">
        <w:rPr>
          <w:spacing w:val="0"/>
        </w:rPr>
        <w:t>järgnevas:</w:t>
      </w:r>
    </w:p>
    <w:p w14:paraId="077F3409" w14:textId="77777777" w:rsidR="00DD3F45" w:rsidRPr="00C94F51"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48299719"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C53A3E">
        <w:rPr>
          <w:spacing w:val="0"/>
        </w:rPr>
        <w:t>käesolevat tööd käsitlev töö</w:t>
      </w:r>
      <w:r w:rsidR="009F1A41" w:rsidRPr="00554433">
        <w:rPr>
          <w:spacing w:val="0"/>
        </w:rPr>
        <w:t>projekt</w:t>
      </w:r>
      <w:r w:rsidR="009325FD" w:rsidRPr="00554433">
        <w:rPr>
          <w:spacing w:val="0"/>
        </w:rPr>
        <w:t>,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C53A3E">
        <w:rPr>
          <w:spacing w:val="0"/>
        </w:rPr>
        <w:t>eelkõige töö</w:t>
      </w:r>
      <w:r w:rsidR="009F1A41" w:rsidRPr="00554433">
        <w:rPr>
          <w:spacing w:val="0"/>
        </w:rPr>
        <w:t xml:space="preserve">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77777777" w:rsidR="0010269D" w:rsidRPr="006925D6"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5A811E39" w14:textId="77777777" w:rsidR="00A53A0D" w:rsidRPr="00A53A0D" w:rsidRDefault="00A53A0D" w:rsidP="00A53A0D">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1F284640" w:rsidR="00543444" w:rsidRPr="00554433"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Pr="005756F7">
        <w:rPr>
          <w:b/>
          <w:spacing w:val="0"/>
        </w:rPr>
        <w:t xml:space="preserve"> </w:t>
      </w:r>
      <w:r w:rsidR="003C2961" w:rsidRPr="005756F7">
        <w:rPr>
          <w:b/>
          <w:spacing w:val="0"/>
        </w:rPr>
        <w:t>20.11.2023</w:t>
      </w:r>
      <w:r w:rsidR="003C2961" w:rsidRPr="005756F7">
        <w:rPr>
          <w:spacing w:val="0"/>
        </w:rPr>
        <w:t xml:space="preserve">, </w:t>
      </w:r>
      <w:r w:rsidR="003C2961">
        <w:rPr>
          <w:spacing w:val="0"/>
        </w:rPr>
        <w:t>Lepingu lõpptähtaeg on 22.12.2023</w:t>
      </w:r>
      <w:r w:rsidR="00D3666A">
        <w:rPr>
          <w:spacing w:val="0"/>
        </w:rPr>
        <w:t>.</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14170A"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14170A">
        <w:rPr>
          <w:spacing w:val="0"/>
        </w:rPr>
        <w:t>l</w:t>
      </w:r>
      <w:r w:rsidR="008319DC" w:rsidRPr="0014170A">
        <w:rPr>
          <w:spacing w:val="0"/>
        </w:rPr>
        <w:t xml:space="preserve">epingus või </w:t>
      </w:r>
      <w:r w:rsidR="001D7643" w:rsidRPr="0014170A">
        <w:rPr>
          <w:spacing w:val="0"/>
        </w:rPr>
        <w:t>l</w:t>
      </w:r>
      <w:r w:rsidR="008319DC" w:rsidRPr="0014170A">
        <w:rPr>
          <w:spacing w:val="0"/>
        </w:rPr>
        <w:t>epingu lisades.</w:t>
      </w:r>
    </w:p>
    <w:p w14:paraId="164D3BD6" w14:textId="77777777" w:rsidR="0010269D" w:rsidRPr="0014170A" w:rsidRDefault="008319DC" w:rsidP="008627D6">
      <w:pPr>
        <w:pStyle w:val="Loendilik"/>
        <w:numPr>
          <w:ilvl w:val="1"/>
          <w:numId w:val="33"/>
        </w:numPr>
        <w:jc w:val="both"/>
        <w:rPr>
          <w:spacing w:val="0"/>
        </w:rPr>
      </w:pPr>
      <w:r w:rsidRPr="0014170A">
        <w:rPr>
          <w:spacing w:val="0"/>
        </w:rPr>
        <w:t>Hankid</w:t>
      </w:r>
      <w:r w:rsidR="0010269D" w:rsidRPr="0014170A">
        <w:rPr>
          <w:spacing w:val="0"/>
        </w:rPr>
        <w:t>a koh</w:t>
      </w:r>
      <w:r w:rsidR="00E04B90" w:rsidRPr="0014170A">
        <w:rPr>
          <w:spacing w:val="0"/>
        </w:rPr>
        <w:t>a</w:t>
      </w:r>
      <w:r w:rsidR="0010269D" w:rsidRPr="0014170A">
        <w:rPr>
          <w:spacing w:val="0"/>
        </w:rPr>
        <w:t xml:space="preserve">selt kõik </w:t>
      </w:r>
      <w:r w:rsidR="001D7643" w:rsidRPr="0014170A">
        <w:rPr>
          <w:spacing w:val="0"/>
        </w:rPr>
        <w:t>t</w:t>
      </w:r>
      <w:r w:rsidRPr="0014170A">
        <w:rPr>
          <w:spacing w:val="0"/>
        </w:rPr>
        <w:t>öö</w:t>
      </w:r>
      <w:r w:rsidR="0010269D" w:rsidRPr="0014170A">
        <w:rPr>
          <w:spacing w:val="0"/>
        </w:rPr>
        <w:t xml:space="preserve"> alustamiseks ja teostamiseks vajalikud kooskõlastused ja l</w:t>
      </w:r>
      <w:r w:rsidRPr="0014170A">
        <w:rPr>
          <w:spacing w:val="0"/>
        </w:rPr>
        <w:t>oad ning tasuda vastavad kulud.</w:t>
      </w:r>
    </w:p>
    <w:p w14:paraId="2BFD39C4" w14:textId="53004319" w:rsidR="008319DC" w:rsidRPr="0014170A" w:rsidRDefault="008319DC" w:rsidP="008627D6">
      <w:pPr>
        <w:pStyle w:val="Loendilik"/>
        <w:numPr>
          <w:ilvl w:val="1"/>
          <w:numId w:val="33"/>
        </w:numPr>
        <w:jc w:val="both"/>
        <w:rPr>
          <w:spacing w:val="0"/>
        </w:rPr>
      </w:pPr>
      <w:r w:rsidRPr="0014170A">
        <w:rPr>
          <w:spacing w:val="0"/>
        </w:rPr>
        <w:t xml:space="preserve">Töötada välja ja kooskõlastada </w:t>
      </w:r>
      <w:r w:rsidR="00BF5FC2" w:rsidRPr="0014170A">
        <w:rPr>
          <w:spacing w:val="0"/>
        </w:rPr>
        <w:t>t</w:t>
      </w:r>
      <w:r w:rsidRPr="0014170A">
        <w:rPr>
          <w:spacing w:val="0"/>
        </w:rPr>
        <w:t xml:space="preserve">ellijaga </w:t>
      </w:r>
      <w:r w:rsidR="00BF5FC2" w:rsidRPr="0014170A">
        <w:rPr>
          <w:spacing w:val="0"/>
        </w:rPr>
        <w:t>t</w:t>
      </w:r>
      <w:r w:rsidRPr="0014170A">
        <w:rPr>
          <w:spacing w:val="0"/>
        </w:rPr>
        <w:t>öö</w:t>
      </w:r>
      <w:r w:rsidR="0010269D" w:rsidRPr="0014170A">
        <w:rPr>
          <w:spacing w:val="0"/>
        </w:rPr>
        <w:t xml:space="preserve"> teostamise ajagraafiku hiljemalt 1 </w:t>
      </w:r>
      <w:r w:rsidR="00E2059B" w:rsidRPr="0014170A">
        <w:rPr>
          <w:spacing w:val="0"/>
        </w:rPr>
        <w:t xml:space="preserve">(ühe) </w:t>
      </w:r>
      <w:r w:rsidR="0010269D" w:rsidRPr="0014170A">
        <w:rPr>
          <w:spacing w:val="0"/>
        </w:rPr>
        <w:t>kalendrinädala jooksul hankelepingu sõlmimisest</w:t>
      </w:r>
      <w:r w:rsidR="00030C3B" w:rsidRPr="0014170A">
        <w:rPr>
          <w:spacing w:val="0"/>
        </w:rPr>
        <w:t>.</w:t>
      </w:r>
    </w:p>
    <w:p w14:paraId="3D5280C1" w14:textId="77777777" w:rsidR="0010269D" w:rsidRPr="0014170A" w:rsidRDefault="008319DC" w:rsidP="008627D6">
      <w:pPr>
        <w:pStyle w:val="Loendilik"/>
        <w:numPr>
          <w:ilvl w:val="1"/>
          <w:numId w:val="33"/>
        </w:numPr>
        <w:jc w:val="both"/>
        <w:rPr>
          <w:spacing w:val="0"/>
        </w:rPr>
      </w:pPr>
      <w:r w:rsidRPr="0014170A">
        <w:rPr>
          <w:spacing w:val="0"/>
        </w:rPr>
        <w:t xml:space="preserve">Tagada </w:t>
      </w:r>
      <w:r w:rsidR="00BF5FC2" w:rsidRPr="0014170A">
        <w:rPr>
          <w:spacing w:val="0"/>
        </w:rPr>
        <w:t>t</w:t>
      </w:r>
      <w:r w:rsidRPr="0014170A">
        <w:rPr>
          <w:spacing w:val="0"/>
        </w:rPr>
        <w:t>öövõtja poolt teostatava</w:t>
      </w:r>
      <w:r w:rsidR="0010269D" w:rsidRPr="0014170A">
        <w:rPr>
          <w:spacing w:val="0"/>
        </w:rPr>
        <w:t xml:space="preserve"> </w:t>
      </w:r>
      <w:r w:rsidRPr="0014170A">
        <w:rPr>
          <w:spacing w:val="0"/>
        </w:rPr>
        <w:t>e</w:t>
      </w:r>
      <w:r w:rsidR="0010269D" w:rsidRPr="0014170A">
        <w:rPr>
          <w:spacing w:val="0"/>
        </w:rPr>
        <w:t xml:space="preserve">hitustööde ja kasutatavate materjalide </w:t>
      </w:r>
      <w:r w:rsidRPr="0014170A">
        <w:rPr>
          <w:spacing w:val="0"/>
        </w:rPr>
        <w:t>ning</w:t>
      </w:r>
      <w:r w:rsidR="0010269D" w:rsidRPr="0014170A">
        <w:rPr>
          <w:spacing w:val="0"/>
        </w:rPr>
        <w:t xml:space="preserve"> toodete kvaliteedi vastavuse </w:t>
      </w:r>
      <w:r w:rsidR="00BF5FC2" w:rsidRPr="0014170A">
        <w:rPr>
          <w:spacing w:val="0"/>
        </w:rPr>
        <w:t>l</w:t>
      </w:r>
      <w:r w:rsidR="0010269D" w:rsidRPr="0014170A">
        <w:rPr>
          <w:spacing w:val="0"/>
        </w:rPr>
        <w:t>e</w:t>
      </w:r>
      <w:r w:rsidRPr="0014170A">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14170A">
        <w:rPr>
          <w:spacing w:val="0"/>
        </w:rPr>
        <w:t xml:space="preserve">Võtta </w:t>
      </w:r>
      <w:r w:rsidR="0010269D" w:rsidRPr="0014170A">
        <w:rPr>
          <w:spacing w:val="0"/>
        </w:rPr>
        <w:t xml:space="preserve">tarvitusele kõik abinõud </w:t>
      </w:r>
      <w:r w:rsidR="00BF5FC2" w:rsidRPr="0014170A">
        <w:rPr>
          <w:spacing w:val="0"/>
        </w:rPr>
        <w:t>t</w:t>
      </w:r>
      <w:r w:rsidR="0010269D" w:rsidRPr="0014170A">
        <w:rPr>
          <w:spacing w:val="0"/>
        </w:rPr>
        <w:t xml:space="preserve">ellija poolt </w:t>
      </w:r>
      <w:r w:rsidR="00BF5FC2" w:rsidRPr="0014170A">
        <w:rPr>
          <w:spacing w:val="0"/>
        </w:rPr>
        <w:t>t</w:t>
      </w:r>
      <w:r w:rsidR="00E2059B" w:rsidRPr="0014170A">
        <w:rPr>
          <w:spacing w:val="0"/>
        </w:rPr>
        <w:t>öövõtjale</w:t>
      </w:r>
      <w:r w:rsidR="0010269D" w:rsidRPr="0014170A">
        <w:rPr>
          <w:spacing w:val="0"/>
        </w:rPr>
        <w:t xml:space="preserve">, samuti </w:t>
      </w:r>
      <w:r w:rsidR="00E2059B" w:rsidRPr="0014170A">
        <w:rPr>
          <w:spacing w:val="0"/>
        </w:rPr>
        <w:t xml:space="preserve">tema </w:t>
      </w:r>
      <w:r w:rsidR="0010269D" w:rsidRPr="0014170A">
        <w:rPr>
          <w:spacing w:val="0"/>
        </w:rPr>
        <w:t>alltöövõtjatele usaldatud</w:t>
      </w:r>
      <w:r w:rsidR="0010269D" w:rsidRPr="00554433">
        <w:rPr>
          <w:spacing w:val="0"/>
        </w:rPr>
        <w:t xml:space="preserve">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w:t>
      </w:r>
      <w:r w:rsidR="0010269D" w:rsidRPr="00554433">
        <w:rPr>
          <w:spacing w:val="0"/>
        </w:rPr>
        <w:lastRenderedPageBreak/>
        <w:t xml:space="preserve">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77777777"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punktis </w:t>
      </w:r>
      <w:r w:rsidR="00E2059B" w:rsidRPr="00554433">
        <w:rPr>
          <w:spacing w:val="0"/>
        </w:rPr>
        <w:t>5.9</w:t>
      </w:r>
      <w:r w:rsidR="0010269D" w:rsidRPr="00554433">
        <w:rPr>
          <w:spacing w:val="0"/>
        </w:rPr>
        <w:t>.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lastRenderedPageBreak/>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105FCD46" w:rsidR="000B213D" w:rsidRPr="00487EC6" w:rsidRDefault="000B213D" w:rsidP="008627D6">
      <w:pPr>
        <w:jc w:val="both"/>
        <w:rPr>
          <w:spacing w:val="0"/>
        </w:rPr>
      </w:pPr>
      <w:bookmarkStart w:id="0" w:name="_GoBack"/>
      <w:bookmarkEnd w:id="0"/>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1D8DB6F1"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lastRenderedPageBreak/>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6CFF1E83" w:rsidR="001515C2" w:rsidRPr="00F7510F" w:rsidRDefault="001515C2" w:rsidP="008627D6">
      <w:pPr>
        <w:pStyle w:val="Loendilik"/>
        <w:numPr>
          <w:ilvl w:val="1"/>
          <w:numId w:val="33"/>
        </w:numPr>
        <w:jc w:val="both"/>
        <w:rPr>
          <w:spacing w:val="0"/>
        </w:rPr>
      </w:pPr>
      <w:r w:rsidRPr="00F7510F">
        <w:rPr>
          <w:spacing w:val="0"/>
        </w:rPr>
        <w:t>Viimane makse, mis ei tohi olla väiksem kui 10</w:t>
      </w:r>
      <w:r w:rsidR="00C17206" w:rsidRPr="00F7510F">
        <w:rPr>
          <w:spacing w:val="0"/>
        </w:rPr>
        <w:t xml:space="preserve"> (kümme) </w:t>
      </w:r>
      <w:r w:rsidRPr="00F7510F">
        <w:rPr>
          <w:spacing w:val="0"/>
        </w:rPr>
        <w:t xml:space="preserve">% </w:t>
      </w:r>
      <w:r w:rsidR="00003552" w:rsidRPr="00F7510F">
        <w:rPr>
          <w:spacing w:val="0"/>
        </w:rPr>
        <w:t>l</w:t>
      </w:r>
      <w:r w:rsidRPr="00F7510F">
        <w:rPr>
          <w:spacing w:val="0"/>
        </w:rPr>
        <w:t xml:space="preserve">epingu hinnast, sooritatakse </w:t>
      </w:r>
      <w:r w:rsidR="00003552" w:rsidRPr="00F7510F">
        <w:rPr>
          <w:spacing w:val="0"/>
        </w:rPr>
        <w:t>t</w:t>
      </w:r>
      <w:r w:rsidRPr="00F7510F">
        <w:rPr>
          <w:spacing w:val="0"/>
        </w:rPr>
        <w:t xml:space="preserve">öövõtjale 3 </w:t>
      </w:r>
      <w:r w:rsidR="00003552" w:rsidRPr="00F7510F">
        <w:rPr>
          <w:spacing w:val="0"/>
        </w:rPr>
        <w:t xml:space="preserve">(kolme) </w:t>
      </w:r>
      <w:r w:rsidRPr="00F7510F">
        <w:rPr>
          <w:spacing w:val="0"/>
        </w:rPr>
        <w:t>tööpäeva jooksul peale ehituso</w:t>
      </w:r>
      <w:r w:rsidR="00A92DCB" w:rsidRPr="00F7510F">
        <w:rPr>
          <w:spacing w:val="0"/>
        </w:rPr>
        <w:t>bjektile kasutusloa taotluse esitamist</w:t>
      </w:r>
      <w:r w:rsidRPr="00F7510F">
        <w:rPr>
          <w:spacing w:val="0"/>
        </w:rPr>
        <w:t xml:space="preserve"> kohaliku</w:t>
      </w:r>
      <w:r w:rsidR="00A92DCB" w:rsidRPr="00F7510F">
        <w:rPr>
          <w:spacing w:val="0"/>
        </w:rPr>
        <w:t>le omavalitsusele</w:t>
      </w:r>
      <w:r w:rsidRPr="00F7510F">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lastRenderedPageBreak/>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554433" w:rsidRDefault="005103AC" w:rsidP="008627D6">
      <w:pPr>
        <w:pStyle w:val="Loendilik"/>
        <w:numPr>
          <w:ilvl w:val="1"/>
          <w:numId w:val="33"/>
        </w:numPr>
        <w:jc w:val="both"/>
        <w:rPr>
          <w:spacing w:val="0"/>
        </w:rPr>
      </w:pPr>
      <w:r w:rsidRPr="00554433">
        <w:rPr>
          <w:spacing w:val="0"/>
        </w:rPr>
        <w:t>Töövõtjal on õigus nõuda tellijalt arvete mittetähtaegse tasumise korral viivist 0,15% tähtajaks tasumata summalt iga viivitatud päeva eest (esitatud arvete alusel).</w:t>
      </w:r>
    </w:p>
    <w:p w14:paraId="5F7EB9C7" w14:textId="77777777" w:rsidR="00926027" w:rsidRPr="0045791D" w:rsidRDefault="005103AC" w:rsidP="008627D6">
      <w:pPr>
        <w:pStyle w:val="Loendilik"/>
        <w:numPr>
          <w:ilvl w:val="1"/>
          <w:numId w:val="33"/>
        </w:numPr>
        <w:jc w:val="both"/>
        <w:rPr>
          <w:spacing w:val="0"/>
        </w:rPr>
      </w:pPr>
      <w:r w:rsidRPr="0045791D">
        <w:rPr>
          <w:spacing w:val="0"/>
        </w:rPr>
        <w:t xml:space="preserve">Tellijal on õigus nõuda töövõtjalt leppetrahvi 1,5% </w:t>
      </w:r>
      <w:r w:rsidR="001023BF" w:rsidRPr="0045791D">
        <w:rPr>
          <w:spacing w:val="0"/>
        </w:rPr>
        <w:t>töö</w:t>
      </w:r>
      <w:r w:rsidR="002E19B4" w:rsidRPr="0045791D">
        <w:rPr>
          <w:spacing w:val="0"/>
        </w:rPr>
        <w:t>de</w:t>
      </w:r>
      <w:r w:rsidR="001023BF" w:rsidRPr="0045791D">
        <w:rPr>
          <w:spacing w:val="0"/>
        </w:rPr>
        <w:t xml:space="preserve"> üldmaksumusest </w:t>
      </w:r>
      <w:r w:rsidRPr="0045791D">
        <w:rPr>
          <w:spacing w:val="0"/>
        </w:rPr>
        <w:t xml:space="preserve">iga lepingus sätestatud lõpptähtaega ületanud nädala eest. </w:t>
      </w:r>
      <w:r w:rsidR="00A04F72" w:rsidRPr="0045791D">
        <w:rPr>
          <w:spacing w:val="0"/>
        </w:rPr>
        <w:t xml:space="preserve">Tellijal on õigus </w:t>
      </w:r>
      <w:r w:rsidR="00ED074F" w:rsidRPr="0045791D">
        <w:rPr>
          <w:spacing w:val="0"/>
        </w:rPr>
        <w:t>l</w:t>
      </w:r>
      <w:r w:rsidR="00A04F72" w:rsidRPr="0045791D">
        <w:rPr>
          <w:spacing w:val="0"/>
        </w:rPr>
        <w:t xml:space="preserve">epingust taganeda või </w:t>
      </w:r>
      <w:r w:rsidR="00266BC5" w:rsidRPr="0045791D">
        <w:rPr>
          <w:spacing w:val="0"/>
        </w:rPr>
        <w:t>l</w:t>
      </w:r>
      <w:r w:rsidR="00024C33" w:rsidRPr="0045791D">
        <w:rPr>
          <w:spacing w:val="0"/>
        </w:rPr>
        <w:t>eping</w:t>
      </w:r>
      <w:r w:rsidR="00266BC5" w:rsidRPr="0045791D">
        <w:rPr>
          <w:spacing w:val="0"/>
        </w:rPr>
        <w:t xml:space="preserve"> </w:t>
      </w:r>
      <w:r w:rsidR="00A04F72" w:rsidRPr="0045791D">
        <w:rPr>
          <w:spacing w:val="0"/>
        </w:rPr>
        <w:t xml:space="preserve">üles öelda, kui </w:t>
      </w:r>
      <w:r w:rsidR="00ED074F" w:rsidRPr="0045791D">
        <w:rPr>
          <w:spacing w:val="0"/>
        </w:rPr>
        <w:t>t</w:t>
      </w:r>
      <w:r w:rsidR="00A04F72" w:rsidRPr="0045791D">
        <w:rPr>
          <w:spacing w:val="0"/>
        </w:rPr>
        <w:t>öövõtja viivitab</w:t>
      </w:r>
      <w:r w:rsidR="002857EB" w:rsidRPr="0045791D">
        <w:rPr>
          <w:spacing w:val="0"/>
        </w:rPr>
        <w:t xml:space="preserve"> lepingu lisas toodud ajagraafiku järgsete </w:t>
      </w:r>
      <w:r w:rsidR="00A04F72" w:rsidRPr="0045791D">
        <w:rPr>
          <w:spacing w:val="0"/>
        </w:rPr>
        <w:t xml:space="preserve">tööde alustamisega või valmimise ja üleandmisega </w:t>
      </w:r>
      <w:r w:rsidR="00610B3B" w:rsidRPr="0045791D">
        <w:rPr>
          <w:spacing w:val="0"/>
        </w:rPr>
        <w:t>3</w:t>
      </w:r>
      <w:r w:rsidR="00A04F72" w:rsidRPr="0045791D">
        <w:rPr>
          <w:spacing w:val="0"/>
        </w:rPr>
        <w:t xml:space="preserve"> (</w:t>
      </w:r>
      <w:r w:rsidR="00610B3B" w:rsidRPr="0045791D">
        <w:rPr>
          <w:spacing w:val="0"/>
        </w:rPr>
        <w:t>kolm</w:t>
      </w:r>
      <w:r w:rsidR="00A04F72" w:rsidRPr="0045791D">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5DFEB9BC"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6D0125">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52F266FE"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w:t>
      </w:r>
      <w:r w:rsidRPr="00554433">
        <w:rPr>
          <w:spacing w:val="0"/>
        </w:rPr>
        <w:lastRenderedPageBreak/>
        <w:t>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1A69A3"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09320338" w:rsidR="00561311" w:rsidRDefault="001E72F8"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0127D8">
        <w:tc>
          <w:tcPr>
            <w:tcW w:w="4606" w:type="dxa"/>
          </w:tcPr>
          <w:p w14:paraId="58B9C082" w14:textId="77777777" w:rsidR="00487EC6" w:rsidRDefault="001A69A3"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1A69A3"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0127D8">
        <w:tc>
          <w:tcPr>
            <w:tcW w:w="4606" w:type="dxa"/>
          </w:tcPr>
          <w:p w14:paraId="20301193" w14:textId="77777777" w:rsidR="00487EC6" w:rsidRDefault="00487EC6" w:rsidP="000127D8"/>
        </w:tc>
        <w:tc>
          <w:tcPr>
            <w:tcW w:w="4606" w:type="dxa"/>
          </w:tcPr>
          <w:p w14:paraId="6F1EE81A" w14:textId="77777777" w:rsidR="00487EC6" w:rsidRDefault="00487EC6" w:rsidP="000127D8"/>
        </w:tc>
      </w:tr>
      <w:tr w:rsidR="00487EC6" w14:paraId="4EA41463" w14:textId="77777777" w:rsidTr="000127D8">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A8E0" w14:textId="77777777" w:rsidR="00A865FA" w:rsidRDefault="00A865FA">
      <w:r>
        <w:separator/>
      </w:r>
    </w:p>
  </w:endnote>
  <w:endnote w:type="continuationSeparator" w:id="0">
    <w:p w14:paraId="33A9ED79" w14:textId="77777777" w:rsidR="00A865FA" w:rsidRDefault="00A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E670" w14:textId="77777777" w:rsidR="00A865FA" w:rsidRDefault="00A865FA">
      <w:r>
        <w:separator/>
      </w:r>
    </w:p>
  </w:footnote>
  <w:footnote w:type="continuationSeparator" w:id="0">
    <w:p w14:paraId="77563C82" w14:textId="77777777" w:rsidR="00A865FA" w:rsidRDefault="00A86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5A4FE54E" w:rsidR="00FF59A2" w:rsidRDefault="00FF59A2">
        <w:pPr>
          <w:pStyle w:val="Pis"/>
          <w:jc w:val="center"/>
        </w:pPr>
        <w:r>
          <w:fldChar w:fldCharType="begin"/>
        </w:r>
        <w:r>
          <w:instrText>PAGE   \* MERGEFORMAT</w:instrText>
        </w:r>
        <w:r>
          <w:fldChar w:fldCharType="separate"/>
        </w:r>
        <w:r w:rsidR="001A69A3">
          <w:rPr>
            <w:noProof/>
          </w:rPr>
          <w:t>2</w:t>
        </w:r>
        <w:r>
          <w:fldChar w:fldCharType="end"/>
        </w:r>
      </w:p>
    </w:sdtContent>
  </w:sdt>
  <w:p w14:paraId="215C3A16" w14:textId="77777777" w:rsidR="00FF59A2" w:rsidRDefault="00FF59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E70F10" w:rsidRDefault="00E70F10">
    <w:pPr>
      <w:pStyle w:val="Pis"/>
      <w:rPr>
        <w:b/>
      </w:rPr>
    </w:pPr>
    <w:r w:rsidRPr="00E70F10">
      <w:rPr>
        <w:b/>
      </w:rPr>
      <w:t>HANKELEPINGU VORM</w:t>
    </w:r>
    <w:r>
      <w:rPr>
        <w:b/>
      </w:rPr>
      <w:tab/>
    </w:r>
    <w:r>
      <w:rPr>
        <w:b/>
      </w:rPr>
      <w:tab/>
      <w:t>Hankedokumentide lisa 1</w:t>
    </w:r>
  </w:p>
  <w:p w14:paraId="19E0B07A" w14:textId="09D6EAAF" w:rsidR="00E70F10" w:rsidRPr="0006601A" w:rsidRDefault="00F7510F" w:rsidP="0006601A">
    <w:pPr>
      <w:pStyle w:val="Pis"/>
    </w:pPr>
    <w:r>
      <w:rPr>
        <w:i/>
      </w:rPr>
      <w:t xml:space="preserve">RMK </w:t>
    </w:r>
    <w:r w:rsidR="003C2961">
      <w:rPr>
        <w:i/>
      </w:rPr>
      <w:t>Tänavjärve lõkkekoha külastustaristu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0C3B"/>
    <w:rsid w:val="000310AC"/>
    <w:rsid w:val="000314D3"/>
    <w:rsid w:val="000470C0"/>
    <w:rsid w:val="000521CE"/>
    <w:rsid w:val="00060081"/>
    <w:rsid w:val="0006341C"/>
    <w:rsid w:val="0006601A"/>
    <w:rsid w:val="00067885"/>
    <w:rsid w:val="0007111D"/>
    <w:rsid w:val="0007601E"/>
    <w:rsid w:val="00082415"/>
    <w:rsid w:val="000826CB"/>
    <w:rsid w:val="00083543"/>
    <w:rsid w:val="00084BA6"/>
    <w:rsid w:val="00085556"/>
    <w:rsid w:val="00086A22"/>
    <w:rsid w:val="000A2DA6"/>
    <w:rsid w:val="000B213D"/>
    <w:rsid w:val="000B31BC"/>
    <w:rsid w:val="000C10F1"/>
    <w:rsid w:val="000D2592"/>
    <w:rsid w:val="001023BF"/>
    <w:rsid w:val="0010269D"/>
    <w:rsid w:val="00107404"/>
    <w:rsid w:val="00110912"/>
    <w:rsid w:val="0013298D"/>
    <w:rsid w:val="00134E00"/>
    <w:rsid w:val="0014170A"/>
    <w:rsid w:val="001515C2"/>
    <w:rsid w:val="00155339"/>
    <w:rsid w:val="00156025"/>
    <w:rsid w:val="00161B84"/>
    <w:rsid w:val="0017064E"/>
    <w:rsid w:val="0017504A"/>
    <w:rsid w:val="001950D6"/>
    <w:rsid w:val="001A375B"/>
    <w:rsid w:val="001A69A3"/>
    <w:rsid w:val="001A7DC6"/>
    <w:rsid w:val="001B0DD7"/>
    <w:rsid w:val="001B3B92"/>
    <w:rsid w:val="001D7643"/>
    <w:rsid w:val="001E0346"/>
    <w:rsid w:val="001E1A21"/>
    <w:rsid w:val="001E45E2"/>
    <w:rsid w:val="001E72F8"/>
    <w:rsid w:val="001F694C"/>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E19B4"/>
    <w:rsid w:val="002E2CD0"/>
    <w:rsid w:val="002E4109"/>
    <w:rsid w:val="002E558B"/>
    <w:rsid w:val="002F2B06"/>
    <w:rsid w:val="00310542"/>
    <w:rsid w:val="00323196"/>
    <w:rsid w:val="003238B6"/>
    <w:rsid w:val="003265BD"/>
    <w:rsid w:val="003313EF"/>
    <w:rsid w:val="00333E02"/>
    <w:rsid w:val="00334246"/>
    <w:rsid w:val="00337F97"/>
    <w:rsid w:val="0034005B"/>
    <w:rsid w:val="00343EBA"/>
    <w:rsid w:val="0034767B"/>
    <w:rsid w:val="00356DA0"/>
    <w:rsid w:val="00357644"/>
    <w:rsid w:val="003576E1"/>
    <w:rsid w:val="00366B39"/>
    <w:rsid w:val="00366B8F"/>
    <w:rsid w:val="003706B3"/>
    <w:rsid w:val="00370EBA"/>
    <w:rsid w:val="00394B2F"/>
    <w:rsid w:val="003C2961"/>
    <w:rsid w:val="003D2132"/>
    <w:rsid w:val="003D2F9D"/>
    <w:rsid w:val="003D60E9"/>
    <w:rsid w:val="003D7D70"/>
    <w:rsid w:val="003F68D6"/>
    <w:rsid w:val="0040040D"/>
    <w:rsid w:val="00407EB4"/>
    <w:rsid w:val="00413C7B"/>
    <w:rsid w:val="00425102"/>
    <w:rsid w:val="004255B8"/>
    <w:rsid w:val="0043036B"/>
    <w:rsid w:val="00431854"/>
    <w:rsid w:val="0045429A"/>
    <w:rsid w:val="0045791D"/>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523BA"/>
    <w:rsid w:val="00554433"/>
    <w:rsid w:val="00561311"/>
    <w:rsid w:val="00564B84"/>
    <w:rsid w:val="005756F7"/>
    <w:rsid w:val="00580820"/>
    <w:rsid w:val="00581B92"/>
    <w:rsid w:val="00584E25"/>
    <w:rsid w:val="00587ED9"/>
    <w:rsid w:val="00597C4F"/>
    <w:rsid w:val="005A3A33"/>
    <w:rsid w:val="005A5F0E"/>
    <w:rsid w:val="005B2378"/>
    <w:rsid w:val="005B6CCC"/>
    <w:rsid w:val="005B7BA9"/>
    <w:rsid w:val="005C164A"/>
    <w:rsid w:val="005D4A5A"/>
    <w:rsid w:val="005D75BC"/>
    <w:rsid w:val="005E2123"/>
    <w:rsid w:val="005F0DD5"/>
    <w:rsid w:val="005F32F1"/>
    <w:rsid w:val="006034AC"/>
    <w:rsid w:val="006055DB"/>
    <w:rsid w:val="00605DC9"/>
    <w:rsid w:val="00610B3B"/>
    <w:rsid w:val="006302B5"/>
    <w:rsid w:val="00641EBD"/>
    <w:rsid w:val="00644EEE"/>
    <w:rsid w:val="00653E92"/>
    <w:rsid w:val="00657374"/>
    <w:rsid w:val="006656D7"/>
    <w:rsid w:val="00666B60"/>
    <w:rsid w:val="00667683"/>
    <w:rsid w:val="00675252"/>
    <w:rsid w:val="00680884"/>
    <w:rsid w:val="00682E09"/>
    <w:rsid w:val="006925D6"/>
    <w:rsid w:val="006D0125"/>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139E"/>
    <w:rsid w:val="007A2FCE"/>
    <w:rsid w:val="007A541D"/>
    <w:rsid w:val="0080599F"/>
    <w:rsid w:val="00810573"/>
    <w:rsid w:val="008145C3"/>
    <w:rsid w:val="00817E41"/>
    <w:rsid w:val="008235A5"/>
    <w:rsid w:val="008319DC"/>
    <w:rsid w:val="00846115"/>
    <w:rsid w:val="00847111"/>
    <w:rsid w:val="008518B9"/>
    <w:rsid w:val="008522D5"/>
    <w:rsid w:val="00852AE5"/>
    <w:rsid w:val="00855849"/>
    <w:rsid w:val="00855F80"/>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25DB6"/>
    <w:rsid w:val="00926027"/>
    <w:rsid w:val="009311E2"/>
    <w:rsid w:val="009325FD"/>
    <w:rsid w:val="00933BFC"/>
    <w:rsid w:val="00954F57"/>
    <w:rsid w:val="009603AB"/>
    <w:rsid w:val="009620E2"/>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1C9D"/>
    <w:rsid w:val="00A224D7"/>
    <w:rsid w:val="00A24BB4"/>
    <w:rsid w:val="00A40C55"/>
    <w:rsid w:val="00A4356D"/>
    <w:rsid w:val="00A5157A"/>
    <w:rsid w:val="00A53A0D"/>
    <w:rsid w:val="00A74D30"/>
    <w:rsid w:val="00A834E8"/>
    <w:rsid w:val="00A865FA"/>
    <w:rsid w:val="00A92DCB"/>
    <w:rsid w:val="00A95CB9"/>
    <w:rsid w:val="00A9606E"/>
    <w:rsid w:val="00AC4A0D"/>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25F8"/>
    <w:rsid w:val="00BC753E"/>
    <w:rsid w:val="00BD020B"/>
    <w:rsid w:val="00BD3B59"/>
    <w:rsid w:val="00BE2D03"/>
    <w:rsid w:val="00BF0471"/>
    <w:rsid w:val="00BF42DA"/>
    <w:rsid w:val="00BF5FC2"/>
    <w:rsid w:val="00C002C5"/>
    <w:rsid w:val="00C006DF"/>
    <w:rsid w:val="00C12E2E"/>
    <w:rsid w:val="00C17206"/>
    <w:rsid w:val="00C30F0E"/>
    <w:rsid w:val="00C30F53"/>
    <w:rsid w:val="00C37A3E"/>
    <w:rsid w:val="00C426B9"/>
    <w:rsid w:val="00C448C0"/>
    <w:rsid w:val="00C47C61"/>
    <w:rsid w:val="00C53A3E"/>
    <w:rsid w:val="00C54E68"/>
    <w:rsid w:val="00C557C3"/>
    <w:rsid w:val="00C83EF3"/>
    <w:rsid w:val="00C86E0A"/>
    <w:rsid w:val="00C94F51"/>
    <w:rsid w:val="00CA1F35"/>
    <w:rsid w:val="00CA2B5D"/>
    <w:rsid w:val="00CA7555"/>
    <w:rsid w:val="00CB0E41"/>
    <w:rsid w:val="00CC3F43"/>
    <w:rsid w:val="00CE0335"/>
    <w:rsid w:val="00CF2C51"/>
    <w:rsid w:val="00CF2D96"/>
    <w:rsid w:val="00D135D3"/>
    <w:rsid w:val="00D21B88"/>
    <w:rsid w:val="00D256FE"/>
    <w:rsid w:val="00D353D2"/>
    <w:rsid w:val="00D35EDF"/>
    <w:rsid w:val="00D3666A"/>
    <w:rsid w:val="00D56821"/>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1473C"/>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06FB7"/>
    <w:rsid w:val="00F16BE3"/>
    <w:rsid w:val="00F238C2"/>
    <w:rsid w:val="00F26104"/>
    <w:rsid w:val="00F343EA"/>
    <w:rsid w:val="00F421B5"/>
    <w:rsid w:val="00F43A05"/>
    <w:rsid w:val="00F51B86"/>
    <w:rsid w:val="00F57EA5"/>
    <w:rsid w:val="00F61E68"/>
    <w:rsid w:val="00F73984"/>
    <w:rsid w:val="00F74E58"/>
    <w:rsid w:val="00F7510F"/>
    <w:rsid w:val="00F767BA"/>
    <w:rsid w:val="00F82458"/>
    <w:rsid w:val="00F85642"/>
    <w:rsid w:val="00F962AD"/>
    <w:rsid w:val="00FA6E84"/>
    <w:rsid w:val="00FB3002"/>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076268"/>
    <w:rsid w:val="001651E6"/>
    <w:rsid w:val="00554C48"/>
    <w:rsid w:val="00BB56E6"/>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2C5F6-A8BF-41CC-99F6-A5F9A751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41</TotalTime>
  <Pages>8</Pages>
  <Words>3094</Words>
  <Characters>24349</Characters>
  <Application>Microsoft Office Word</Application>
  <DocSecurity>0</DocSecurity>
  <Lines>202</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22</cp:revision>
  <cp:lastPrinted>2012-01-19T11:15:00Z</cp:lastPrinted>
  <dcterms:created xsi:type="dcterms:W3CDTF">2020-05-13T15:57:00Z</dcterms:created>
  <dcterms:modified xsi:type="dcterms:W3CDTF">2023-05-23T06:21:00Z</dcterms:modified>
</cp:coreProperties>
</file>